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15" w:rsidRPr="005F2013" w:rsidRDefault="001F5C15" w:rsidP="0083206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2013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bCs/>
          <w:sz w:val="28"/>
          <w:szCs w:val="28"/>
        </w:rPr>
        <w:t>МЕДЯНСКОГО</w:t>
      </w:r>
      <w:r w:rsidRPr="005F2013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1F5C15" w:rsidRPr="005F2013" w:rsidRDefault="001F5C15" w:rsidP="005F2013">
      <w:pPr>
        <w:spacing w:after="36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2013">
        <w:rPr>
          <w:rFonts w:ascii="Times New Roman" w:hAnsi="Times New Roman"/>
          <w:b/>
          <w:bCs/>
          <w:sz w:val="28"/>
          <w:szCs w:val="28"/>
        </w:rPr>
        <w:t>ЮРЬЯНСКОГО РАЙОНА КИРОВСКОЙ  ОБЛАСТИ</w:t>
      </w:r>
    </w:p>
    <w:p w:rsidR="001F5C15" w:rsidRPr="005F2013" w:rsidRDefault="001F5C15" w:rsidP="005F2013">
      <w:pPr>
        <w:spacing w:after="360" w:line="240" w:lineRule="auto"/>
        <w:ind w:right="-1" w:firstLine="697"/>
        <w:jc w:val="center"/>
        <w:rPr>
          <w:rFonts w:ascii="Times New Roman" w:hAnsi="Times New Roman"/>
          <w:b/>
          <w:bCs/>
          <w:sz w:val="32"/>
          <w:szCs w:val="32"/>
        </w:rPr>
      </w:pPr>
      <w:r w:rsidRPr="005F2013">
        <w:rPr>
          <w:rFonts w:ascii="Times New Roman" w:hAnsi="Times New Roman"/>
          <w:b/>
          <w:bCs/>
          <w:sz w:val="32"/>
          <w:szCs w:val="32"/>
        </w:rPr>
        <w:t>РАСПОРЯЖЕНИЕ</w:t>
      </w:r>
    </w:p>
    <w:tbl>
      <w:tblPr>
        <w:tblW w:w="92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5209"/>
        <w:gridCol w:w="1844"/>
      </w:tblGrid>
      <w:tr w:rsidR="001F5C15" w:rsidRPr="00E34147" w:rsidTr="00D44E1D"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1F5C15" w:rsidRPr="00E34147" w:rsidRDefault="001F5C15" w:rsidP="00D44E1D">
            <w:pPr>
              <w:tabs>
                <w:tab w:val="left" w:pos="3570"/>
                <w:tab w:val="left" w:pos="4050"/>
              </w:tabs>
              <w:spacing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  <w:r w:rsidRPr="00E34147">
              <w:rPr>
                <w:rFonts w:ascii="Times New Roman" w:hAnsi="Times New Roman"/>
                <w:sz w:val="28"/>
                <w:szCs w:val="28"/>
              </w:rPr>
              <w:t>.2018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:rsidR="001F5C15" w:rsidRPr="00E34147" w:rsidRDefault="001F5C15" w:rsidP="00D44E1D">
            <w:pPr>
              <w:tabs>
                <w:tab w:val="left" w:pos="3570"/>
                <w:tab w:val="left" w:pos="4050"/>
              </w:tabs>
              <w:spacing w:line="240" w:lineRule="auto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3414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4" w:type="dxa"/>
            <w:tcBorders>
              <w:top w:val="nil"/>
              <w:left w:val="nil"/>
              <w:right w:val="nil"/>
            </w:tcBorders>
          </w:tcPr>
          <w:p w:rsidR="001F5C15" w:rsidRPr="00E34147" w:rsidRDefault="001F5C15" w:rsidP="00D44E1D">
            <w:pPr>
              <w:tabs>
                <w:tab w:val="left" w:pos="210"/>
                <w:tab w:val="center" w:pos="1222"/>
                <w:tab w:val="left" w:pos="3570"/>
                <w:tab w:val="left" w:pos="4050"/>
              </w:tabs>
              <w:spacing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E34147">
              <w:rPr>
                <w:rFonts w:ascii="Times New Roman" w:hAnsi="Times New Roman"/>
                <w:sz w:val="28"/>
                <w:szCs w:val="28"/>
              </w:rPr>
              <w:t>-р</w:t>
            </w:r>
            <w:bookmarkStart w:id="0" w:name="_GoBack"/>
            <w:bookmarkEnd w:id="0"/>
          </w:p>
        </w:tc>
      </w:tr>
    </w:tbl>
    <w:p w:rsidR="001F5C15" w:rsidRPr="005F2013" w:rsidRDefault="001F5C15" w:rsidP="005F2013">
      <w:pPr>
        <w:tabs>
          <w:tab w:val="left" w:pos="3570"/>
          <w:tab w:val="left" w:pos="4050"/>
        </w:tabs>
        <w:spacing w:line="240" w:lineRule="auto"/>
        <w:ind w:right="-1"/>
        <w:jc w:val="center"/>
        <w:rPr>
          <w:rFonts w:ascii="Times New Roman" w:hAnsi="Times New Roman"/>
        </w:rPr>
      </w:pPr>
    </w:p>
    <w:p w:rsidR="001F5C15" w:rsidRPr="005F2013" w:rsidRDefault="001F5C15" w:rsidP="005F2013">
      <w:pPr>
        <w:tabs>
          <w:tab w:val="left" w:pos="3570"/>
          <w:tab w:val="left" w:pos="4050"/>
        </w:tabs>
        <w:spacing w:after="48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F2013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Медяны</w:t>
      </w:r>
    </w:p>
    <w:p w:rsidR="001F5C15" w:rsidRPr="005F2013" w:rsidRDefault="001F5C15" w:rsidP="005F20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F20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 проведении публичных слушаний по вопросу предоставления</w:t>
      </w:r>
    </w:p>
    <w:p w:rsidR="001F5C15" w:rsidRPr="005F2013" w:rsidRDefault="001F5C15" w:rsidP="005F20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F20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разрешения на условно разрешенный вид использования</w:t>
      </w:r>
    </w:p>
    <w:p w:rsidR="001F5C15" w:rsidRDefault="001F5C15" w:rsidP="005F20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F201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земельного участка с кадас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тровым номером 43:38:260352:763</w:t>
      </w:r>
    </w:p>
    <w:p w:rsidR="001F5C15" w:rsidRDefault="001F5C15" w:rsidP="005F20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F5C15" w:rsidRPr="005F2013" w:rsidRDefault="001F5C15" w:rsidP="005F20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201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со статьей 39 Градостроительного кодекса Российской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Федерации, статьей 28 Федерального закона от 06.10.2003 № 131-ФЗ «Об общих принципах организации местного самоуправления в Российской Федерации»,  Устав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Медянское сельское поселение Юрьянского района Кировской области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п. 2.2. главы 1 части 1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Правил землепользования и застройки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Медянского сельского поселения, утвержденных решением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Думы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24.03.2008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4/4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, на основании заявления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Шалагинова Владимира Леонидовича </w:t>
      </w:r>
      <w:smartTag w:uri="urn:schemas-microsoft-com:office:smarttags" w:element="metricconverter">
        <w:smartTagPr>
          <w:attr w:name="ProductID" w:val="1960 г"/>
        </w:smartTagPr>
        <w:r>
          <w:rPr>
            <w:rFonts w:ascii="Times New Roman" w:hAnsi="Times New Roman"/>
            <w:color w:val="000000"/>
            <w:sz w:val="28"/>
            <w:szCs w:val="28"/>
            <w:lang w:eastAsia="ru-RU"/>
          </w:rPr>
          <w:t>1960 г</w:t>
        </w:r>
      </w:smartTag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.р. от 29.05.2018 года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участка:</w:t>
      </w:r>
    </w:p>
    <w:p w:rsidR="001F5C15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1. Назначить публичные слушания по вопросу предоставления разрешения на условно разрешенный вид использования земельного участка с кадастровым номером 43: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38:260352:763, вид разрешенного использования –ведение дачного хозяйства (код 13.3),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местоположение которого: Кировская обл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асть, Юрьянский район, Медянское с/п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границах территориальной зоны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Р-2 - зона объектов рекреации.</w:t>
      </w:r>
    </w:p>
    <w:p w:rsidR="001F5C15" w:rsidRDefault="001F5C15" w:rsidP="00416E8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Комиссии по землепользованию и застройке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организовать проведение публичных слушаний.</w:t>
      </w: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.1. Во время проведения публичных слушаний организовать экспозицию демонстрационных материалов в кабинете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2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здания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адресу: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с. Медяны ул. Советская д.9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, в целях соблюдения права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1F5C15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F6C61">
        <w:rPr>
          <w:rFonts w:ascii="Times New Roman" w:hAnsi="Times New Roman"/>
          <w:sz w:val="28"/>
          <w:szCs w:val="28"/>
          <w:lang w:eastAsia="ru-RU"/>
        </w:rPr>
        <w:t xml:space="preserve">.2. Организовать собрание с участием граждан, проживающих в пределах территориальной зоны, в границах которой расположен земельный участок (объект капитального строительства), применительно к которым запрашивается разрешение, в здании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Медянского</w:t>
      </w:r>
      <w:r w:rsidRPr="00BF6C6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>
        <w:rPr>
          <w:rFonts w:ascii="Times New Roman" w:hAnsi="Times New Roman"/>
          <w:sz w:val="28"/>
          <w:szCs w:val="28"/>
          <w:lang w:eastAsia="ru-RU"/>
        </w:rPr>
        <w:t>Медяны</w:t>
      </w:r>
      <w:r w:rsidRPr="00BF6C61">
        <w:rPr>
          <w:rFonts w:ascii="Times New Roman" w:hAnsi="Times New Roman"/>
          <w:sz w:val="28"/>
          <w:szCs w:val="28"/>
          <w:lang w:eastAsia="ru-RU"/>
        </w:rPr>
        <w:t xml:space="preserve"> ул.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Советская д.9.</w:t>
      </w:r>
    </w:p>
    <w:p w:rsidR="001F5C15" w:rsidRPr="005412AE" w:rsidRDefault="001F5C15" w:rsidP="00416E8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3.  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Разместить </w:t>
      </w:r>
      <w:r w:rsidRPr="00541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распоряжение и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заключение о результатах проведения публичных слушаний</w:t>
      </w:r>
      <w:r w:rsidRPr="00541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 информационных</w:t>
      </w:r>
      <w:r w:rsidRPr="00541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стендах</w:t>
      </w:r>
      <w:r w:rsidRPr="00541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</w:t>
      </w:r>
      <w:r w:rsidRPr="00541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3.4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Опубликовать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астоящее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распоряжение и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заключение о результатах проведения публичных слушаний</w:t>
      </w:r>
      <w:r w:rsidRPr="00416E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Юрьянского района</w:t>
      </w: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. Определить местом сбора предложений и замечаний участников публичных слушаний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включения их в протокол публичных слушаний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кабинет 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 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здании администрации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 (с. Медяны ул. Советская д.9)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F5C15" w:rsidRPr="00782997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. Утвердить план мероприятий по проведению публичных слушаний. Прилагается.</w:t>
      </w:r>
    </w:p>
    <w:p w:rsidR="001F5C15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. Контроль за организацией и проведением публичных слушаний возложить 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заместителя главы администрации Брагину Д.К.</w:t>
      </w:r>
    </w:p>
    <w:p w:rsidR="001F5C15" w:rsidRDefault="001F5C15" w:rsidP="005F201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F5C15" w:rsidRDefault="001F5C15" w:rsidP="003E6CBC">
      <w:pPr>
        <w:shd w:val="clear" w:color="auto" w:fill="FFFFFF"/>
        <w:tabs>
          <w:tab w:val="left" w:pos="73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Глава</w:t>
      </w:r>
    </w:p>
    <w:p w:rsidR="001F5C15" w:rsidRDefault="001F5C15" w:rsidP="005F2013">
      <w:pPr>
        <w:shd w:val="clear" w:color="auto" w:fill="FFFFFF"/>
        <w:tabs>
          <w:tab w:val="left" w:pos="7384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Медянского сельского поселения        В.И. Овечкин</w:t>
      </w:r>
    </w:p>
    <w:p w:rsidR="001F5C15" w:rsidRDefault="001F5C15" w:rsidP="00B45EEC">
      <w:pPr>
        <w:tabs>
          <w:tab w:val="left" w:pos="9356"/>
        </w:tabs>
        <w:spacing w:after="360" w:line="240" w:lineRule="auto"/>
        <w:ind w:left="-851" w:right="-1" w:firstLine="85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5C15" w:rsidRPr="00B45EEC" w:rsidRDefault="001F5C15" w:rsidP="00B45EEC">
      <w:pPr>
        <w:tabs>
          <w:tab w:val="left" w:pos="8505"/>
        </w:tabs>
        <w:spacing w:after="360"/>
        <w:ind w:left="-851" w:right="851" w:firstLine="851"/>
        <w:rPr>
          <w:rFonts w:ascii="Times New Roman" w:hAnsi="Times New Roman"/>
          <w:sz w:val="28"/>
          <w:szCs w:val="28"/>
        </w:rPr>
      </w:pPr>
      <w:r w:rsidRPr="00B45EEC">
        <w:rPr>
          <w:rFonts w:ascii="Times New Roman" w:hAnsi="Times New Roman"/>
          <w:sz w:val="28"/>
          <w:szCs w:val="28"/>
        </w:rPr>
        <w:t>ПОДГОТОВЛЕНО</w:t>
      </w:r>
    </w:p>
    <w:p w:rsidR="001F5C15" w:rsidRPr="00B45EEC" w:rsidRDefault="001F5C15" w:rsidP="003E6CBC">
      <w:pPr>
        <w:tabs>
          <w:tab w:val="left" w:pos="8505"/>
        </w:tabs>
        <w:spacing w:after="0" w:line="240" w:lineRule="auto"/>
        <w:ind w:left="-851" w:right="851" w:firstLine="851"/>
        <w:rPr>
          <w:rFonts w:ascii="Times New Roman" w:hAnsi="Times New Roman"/>
          <w:sz w:val="28"/>
          <w:szCs w:val="28"/>
        </w:rPr>
      </w:pPr>
      <w:r w:rsidRPr="00B45EEC">
        <w:rPr>
          <w:rFonts w:ascii="Times New Roman" w:hAnsi="Times New Roman"/>
          <w:sz w:val="28"/>
          <w:szCs w:val="28"/>
        </w:rPr>
        <w:t>Специалист администрации</w:t>
      </w:r>
    </w:p>
    <w:p w:rsidR="001F5C15" w:rsidRDefault="001F5C15" w:rsidP="00B45EEC">
      <w:pPr>
        <w:tabs>
          <w:tab w:val="left" w:pos="5475"/>
          <w:tab w:val="left" w:pos="7655"/>
          <w:tab w:val="right" w:pos="9355"/>
        </w:tabs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Медянского</w:t>
      </w:r>
      <w:r w:rsidRPr="00B45EEC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</w:t>
      </w:r>
      <w:r>
        <w:rPr>
          <w:rFonts w:ascii="Times New Roman" w:hAnsi="Times New Roman"/>
          <w:sz w:val="28"/>
          <w:szCs w:val="28"/>
        </w:rPr>
        <w:t>В.Б. Лапшина</w:t>
      </w:r>
    </w:p>
    <w:p w:rsidR="001F5C15" w:rsidRPr="00B45EEC" w:rsidRDefault="001F5C15" w:rsidP="00B45EEC">
      <w:pPr>
        <w:tabs>
          <w:tab w:val="left" w:pos="5475"/>
          <w:tab w:val="left" w:pos="7655"/>
          <w:tab w:val="right" w:pos="9355"/>
        </w:tabs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1F5C15" w:rsidRDefault="001F5C15" w:rsidP="00B45EEC">
      <w:pPr>
        <w:tabs>
          <w:tab w:val="left" w:pos="5475"/>
          <w:tab w:val="right" w:pos="9355"/>
        </w:tabs>
        <w:autoSpaceDN w:val="0"/>
        <w:adjustRightInd w:val="0"/>
        <w:outlineLvl w:val="0"/>
        <w:rPr>
          <w:sz w:val="28"/>
          <w:szCs w:val="28"/>
        </w:rPr>
      </w:pPr>
    </w:p>
    <w:p w:rsidR="001F5C15" w:rsidRPr="00782997" w:rsidRDefault="001F5C15" w:rsidP="00782997">
      <w:pPr>
        <w:shd w:val="clear" w:color="auto" w:fill="FFFFFF"/>
        <w:spacing w:before="100" w:beforeAutospacing="1" w:after="100" w:afterAutospacing="1" w:line="240" w:lineRule="auto"/>
        <w:ind w:firstLine="623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УТВЕРЖДЕНО</w:t>
      </w:r>
    </w:p>
    <w:p w:rsidR="001F5C15" w:rsidRDefault="001F5C15" w:rsidP="005412AE">
      <w:pPr>
        <w:shd w:val="clear" w:color="auto" w:fill="FFFFFF"/>
        <w:spacing w:after="0" w:line="240" w:lineRule="auto"/>
        <w:ind w:left="482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Распоряжением администрации Медянского сельского поселения</w:t>
      </w:r>
    </w:p>
    <w:p w:rsidR="001F5C15" w:rsidRPr="00782997" w:rsidRDefault="001F5C15" w:rsidP="005412AE">
      <w:pPr>
        <w:shd w:val="clear" w:color="auto" w:fill="FFFFFF"/>
        <w:spacing w:after="0" w:line="240" w:lineRule="auto"/>
        <w:ind w:left="482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30.05.2018   № 31-р</w:t>
      </w:r>
    </w:p>
    <w:p w:rsidR="001F5C15" w:rsidRPr="00782997" w:rsidRDefault="001F5C15" w:rsidP="00782997">
      <w:pPr>
        <w:shd w:val="clear" w:color="auto" w:fill="FFFFFF"/>
        <w:spacing w:before="720" w:after="100" w:afterAutospacing="1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ПЛАН МЕРОПРИЯТИЙ</w:t>
      </w:r>
    </w:p>
    <w:p w:rsidR="001F5C15" w:rsidRPr="00782997" w:rsidRDefault="001F5C15" w:rsidP="00782997">
      <w:pPr>
        <w:shd w:val="clear" w:color="auto" w:fill="FFFFFF"/>
        <w:spacing w:before="100" w:beforeAutospacing="1" w:after="48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82997">
        <w:rPr>
          <w:rFonts w:ascii="Times New Roman" w:hAnsi="Times New Roman"/>
          <w:color w:val="000000"/>
          <w:sz w:val="28"/>
          <w:szCs w:val="28"/>
          <w:lang w:eastAsia="ru-RU"/>
        </w:rPr>
        <w:t>по проведению публичных слушаний по вопросу предоставления разрешения на условно разрешенный вид использования земельного участка с кадастровым номером 43: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38:260352:763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94"/>
        <w:gridCol w:w="2835"/>
        <w:gridCol w:w="3555"/>
        <w:gridCol w:w="2400"/>
      </w:tblGrid>
      <w:tr w:rsidR="001F5C15" w:rsidRPr="00E34147" w:rsidTr="00782997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78299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F5C15" w:rsidRPr="00782997" w:rsidRDefault="001F5C15" w:rsidP="0078299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7829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Перечень мероприятий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7829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мероприятия и место проведения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7829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1F5C15" w:rsidRPr="00E34147" w:rsidTr="00782997">
        <w:trPr>
          <w:trHeight w:val="1238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Ознакомление с демонстрационными материалами по вопросу, выносимому на публичные слушания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 дня опубликования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распоряжения администрации 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проведении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публичных слушаний до дня опубликования заключения комиссии по землепользованию и застройке  о результатах публичных слушаний, кабинет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2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здании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адресу: с. Медяны ул. Советская д.9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Комиссия по землепользованию и застройке</w:t>
            </w:r>
          </w:p>
        </w:tc>
      </w:tr>
      <w:tr w:rsidR="001F5C15" w:rsidRPr="00E34147" w:rsidTr="00782997">
        <w:trPr>
          <w:trHeight w:val="1238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Прием предложений и замечаний от участников публичных слушаний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B45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 дня опубликования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распоряжения администрации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проведении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публичных слушаний до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25.06.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кабинет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№2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здании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адресу: с. Медяны ул. Советская д.9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Комиссия по землепользованию и застройке</w:t>
            </w:r>
          </w:p>
        </w:tc>
      </w:tr>
      <w:tr w:rsidR="001F5C15" w:rsidRPr="00E34147" w:rsidTr="00782997">
        <w:trPr>
          <w:trHeight w:val="1945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Собрание участников публичных слушаний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15.06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.2018 в 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</w:p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кабинет №2</w:t>
            </w: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Медяны ул. Советская д.9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F5C15" w:rsidRPr="00782997" w:rsidRDefault="001F5C15" w:rsidP="005F20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82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Комиссия по землепользованию и застройке</w:t>
            </w:r>
          </w:p>
        </w:tc>
      </w:tr>
    </w:tbl>
    <w:p w:rsidR="001F5C15" w:rsidRDefault="001F5C15" w:rsidP="005F2013">
      <w:pPr>
        <w:jc w:val="center"/>
      </w:pPr>
    </w:p>
    <w:sectPr w:rsidR="001F5C15" w:rsidSect="008E404A">
      <w:pgSz w:w="11906" w:h="16838"/>
      <w:pgMar w:top="851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997"/>
    <w:rsid w:val="000245FE"/>
    <w:rsid w:val="000A57FA"/>
    <w:rsid w:val="000D0A84"/>
    <w:rsid w:val="00125955"/>
    <w:rsid w:val="00171E7D"/>
    <w:rsid w:val="001A603D"/>
    <w:rsid w:val="001F5C15"/>
    <w:rsid w:val="00252307"/>
    <w:rsid w:val="00262CA3"/>
    <w:rsid w:val="003D29DF"/>
    <w:rsid w:val="003E6CBC"/>
    <w:rsid w:val="00416E80"/>
    <w:rsid w:val="00421204"/>
    <w:rsid w:val="004B3D3F"/>
    <w:rsid w:val="005412AE"/>
    <w:rsid w:val="005F2013"/>
    <w:rsid w:val="006A1304"/>
    <w:rsid w:val="00776063"/>
    <w:rsid w:val="00782997"/>
    <w:rsid w:val="00832069"/>
    <w:rsid w:val="008E404A"/>
    <w:rsid w:val="00967D65"/>
    <w:rsid w:val="00A25BA5"/>
    <w:rsid w:val="00A67F2F"/>
    <w:rsid w:val="00A71F22"/>
    <w:rsid w:val="00AD0C71"/>
    <w:rsid w:val="00B45EEC"/>
    <w:rsid w:val="00B55579"/>
    <w:rsid w:val="00B9253C"/>
    <w:rsid w:val="00BB69C7"/>
    <w:rsid w:val="00BF6C61"/>
    <w:rsid w:val="00C65A35"/>
    <w:rsid w:val="00C75CF7"/>
    <w:rsid w:val="00D44E1D"/>
    <w:rsid w:val="00DC0C34"/>
    <w:rsid w:val="00E34147"/>
    <w:rsid w:val="00F2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A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5">
    <w:name w:val="p5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DefaultParagraphFont"/>
    <w:uiPriority w:val="99"/>
    <w:rsid w:val="00782997"/>
    <w:rPr>
      <w:rFonts w:cs="Times New Roman"/>
    </w:rPr>
  </w:style>
  <w:style w:type="paragraph" w:customStyle="1" w:styleId="p6">
    <w:name w:val="p6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">
    <w:name w:val="p11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782997"/>
    <w:rPr>
      <w:rFonts w:cs="Times New Roman"/>
    </w:rPr>
  </w:style>
  <w:style w:type="paragraph" w:customStyle="1" w:styleId="p12">
    <w:name w:val="p12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">
    <w:name w:val="p13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Normal"/>
    <w:uiPriority w:val="99"/>
    <w:rsid w:val="0078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49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407</TotalTime>
  <Pages>3</Pages>
  <Words>647</Words>
  <Characters>3689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новый</cp:lastModifiedBy>
  <cp:revision>10</cp:revision>
  <cp:lastPrinted>2018-05-31T07:43:00Z</cp:lastPrinted>
  <dcterms:created xsi:type="dcterms:W3CDTF">2018-03-26T05:49:00Z</dcterms:created>
  <dcterms:modified xsi:type="dcterms:W3CDTF">2018-05-31T07:44:00Z</dcterms:modified>
</cp:coreProperties>
</file>